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774E4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74E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CD6897" w:rsidRPr="00774E4F">
        <w:rPr>
          <w:rFonts w:ascii="Corbel" w:hAnsi="Corbel"/>
          <w:b/>
          <w:bCs/>
          <w:sz w:val="24"/>
          <w:szCs w:val="24"/>
        </w:rPr>
        <w:tab/>
      </w:r>
      <w:r w:rsidR="00D8678B" w:rsidRPr="00774E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74E4F">
        <w:rPr>
          <w:rFonts w:ascii="Corbel" w:hAnsi="Corbel"/>
          <w:bCs/>
          <w:i/>
          <w:sz w:val="24"/>
          <w:szCs w:val="24"/>
        </w:rPr>
        <w:t>1.5</w:t>
      </w:r>
      <w:r w:rsidR="00D8678B" w:rsidRPr="00774E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74E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74E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74E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74E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4E4F">
        <w:rPr>
          <w:rFonts w:ascii="Corbel" w:hAnsi="Corbel"/>
          <w:b/>
          <w:smallCaps/>
          <w:sz w:val="24"/>
          <w:szCs w:val="24"/>
        </w:rPr>
        <w:t>SYLABUS</w:t>
      </w:r>
    </w:p>
    <w:p w:rsidR="00532575" w:rsidRDefault="0071620A" w:rsidP="00532575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 w:rsidRPr="00774E4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74E4F">
        <w:rPr>
          <w:rFonts w:ascii="Corbel" w:hAnsi="Corbel"/>
          <w:b/>
          <w:smallCaps/>
          <w:sz w:val="24"/>
          <w:szCs w:val="24"/>
        </w:rPr>
        <w:t xml:space="preserve"> </w:t>
      </w:r>
      <w:r w:rsidR="00532575">
        <w:rPr>
          <w:rFonts w:ascii="Corbel" w:hAnsi="Corbel"/>
          <w:b/>
          <w:smallCaps/>
          <w:sz w:val="24"/>
          <w:szCs w:val="24"/>
        </w:rPr>
        <w:t>2021-2024</w:t>
      </w:r>
      <w:r w:rsidR="00EA4832" w:rsidRPr="00774E4F">
        <w:rPr>
          <w:rFonts w:ascii="Corbel" w:hAnsi="Corbel"/>
          <w:i/>
          <w:sz w:val="24"/>
          <w:szCs w:val="24"/>
        </w:rPr>
        <w:t xml:space="preserve">      </w:t>
      </w:r>
    </w:p>
    <w:p w:rsidR="0085747A" w:rsidRPr="00774E4F" w:rsidRDefault="0085747A" w:rsidP="00532575">
      <w:pPr>
        <w:spacing w:after="0" w:line="240" w:lineRule="exact"/>
        <w:ind w:left="2124" w:firstLine="708"/>
        <w:jc w:val="center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i/>
          <w:sz w:val="24"/>
          <w:szCs w:val="24"/>
        </w:rPr>
        <w:t>(skrajne daty</w:t>
      </w:r>
      <w:r w:rsidRPr="00774E4F">
        <w:rPr>
          <w:rFonts w:ascii="Corbel" w:hAnsi="Corbel"/>
          <w:sz w:val="24"/>
          <w:szCs w:val="24"/>
        </w:rPr>
        <w:t>)</w:t>
      </w:r>
    </w:p>
    <w:p w:rsidR="00532575" w:rsidRDefault="00445970" w:rsidP="00532575">
      <w:pPr>
        <w:spacing w:after="0" w:line="240" w:lineRule="auto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</w:r>
      <w:r w:rsidRPr="00774E4F">
        <w:rPr>
          <w:rFonts w:ascii="Corbel" w:hAnsi="Corbel"/>
          <w:sz w:val="24"/>
          <w:szCs w:val="24"/>
        </w:rPr>
        <w:tab/>
        <w:t xml:space="preserve">Rok akademicki </w:t>
      </w:r>
      <w:r w:rsidR="00532575">
        <w:rPr>
          <w:rFonts w:ascii="Corbel" w:hAnsi="Corbel"/>
          <w:sz w:val="24"/>
          <w:szCs w:val="24"/>
        </w:rPr>
        <w:t>2022/2023</w:t>
      </w:r>
    </w:p>
    <w:p w:rsidR="0085747A" w:rsidRPr="00774E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74E4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74E4F">
        <w:rPr>
          <w:rFonts w:ascii="Corbel" w:hAnsi="Corbel"/>
          <w:szCs w:val="24"/>
        </w:rPr>
        <w:t xml:space="preserve">1. </w:t>
      </w:r>
      <w:r w:rsidR="0085747A" w:rsidRPr="00774E4F">
        <w:rPr>
          <w:rFonts w:ascii="Corbel" w:hAnsi="Corbel"/>
          <w:szCs w:val="24"/>
        </w:rPr>
        <w:t xml:space="preserve">Podstawowe </w:t>
      </w:r>
      <w:r w:rsidR="00445970" w:rsidRPr="00774E4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74E4F" w:rsidTr="00B819C8">
        <w:tc>
          <w:tcPr>
            <w:tcW w:w="2694" w:type="dxa"/>
            <w:vAlign w:val="center"/>
          </w:tcPr>
          <w:p w:rsidR="0085747A" w:rsidRPr="00774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599D" w:rsidRDefault="009B5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E599D">
              <w:rPr>
                <w:rFonts w:ascii="Corbel" w:hAnsi="Corbel"/>
                <w:sz w:val="24"/>
                <w:szCs w:val="24"/>
              </w:rPr>
              <w:t>Kierownictwo</w:t>
            </w:r>
            <w:r w:rsidR="0031137F" w:rsidRPr="005E599D">
              <w:rPr>
                <w:rFonts w:ascii="Corbel" w:hAnsi="Corbel"/>
                <w:sz w:val="24"/>
                <w:szCs w:val="24"/>
              </w:rPr>
              <w:t xml:space="preserve"> w</w:t>
            </w:r>
            <w:r w:rsidR="00A1604E" w:rsidRPr="005E599D">
              <w:rPr>
                <w:rFonts w:ascii="Corbel" w:hAnsi="Corbel"/>
                <w:sz w:val="24"/>
                <w:szCs w:val="24"/>
              </w:rPr>
              <w:t xml:space="preserve"> </w:t>
            </w:r>
            <w:r w:rsidR="00A1604E" w:rsidRPr="005E599D">
              <w:rPr>
                <w:rFonts w:ascii="Corbel" w:hAnsi="Corbel"/>
                <w:color w:val="auto"/>
                <w:sz w:val="24"/>
                <w:szCs w:val="24"/>
              </w:rPr>
              <w:t>strukturach</w:t>
            </w:r>
            <w:r w:rsidR="0031137F" w:rsidRPr="005E599D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="0031137F" w:rsidRPr="005E599D">
              <w:rPr>
                <w:rFonts w:ascii="Corbel" w:hAnsi="Corbel"/>
                <w:sz w:val="24"/>
                <w:szCs w:val="24"/>
              </w:rPr>
              <w:t>administracji publicznej</w:t>
            </w:r>
          </w:p>
        </w:tc>
      </w:tr>
      <w:tr w:rsidR="0085747A" w:rsidRPr="00774E4F" w:rsidTr="00B819C8">
        <w:tc>
          <w:tcPr>
            <w:tcW w:w="2694" w:type="dxa"/>
            <w:vAlign w:val="center"/>
          </w:tcPr>
          <w:p w:rsidR="0085747A" w:rsidRPr="00774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74E4F" w:rsidRDefault="00311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PRA49</w:t>
            </w:r>
          </w:p>
        </w:tc>
      </w:tr>
      <w:tr w:rsidR="0098544F" w:rsidRPr="00774E4F" w:rsidTr="00B819C8">
        <w:tc>
          <w:tcPr>
            <w:tcW w:w="2694" w:type="dxa"/>
            <w:vAlign w:val="center"/>
          </w:tcPr>
          <w:p w:rsidR="0098544F" w:rsidRPr="00774E4F" w:rsidRDefault="0098544F" w:rsidP="009854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8544F" w:rsidRPr="00774E4F" w:rsidRDefault="0098544F" w:rsidP="009854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A5EA6" w:rsidRPr="00774E4F" w:rsidRDefault="001A5EA6" w:rsidP="001A5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A5EA6" w:rsidRPr="00774E4F" w:rsidRDefault="001A5EA6" w:rsidP="001A5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A5EA6" w:rsidRPr="00774E4F" w:rsidRDefault="001A5EA6" w:rsidP="001A5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A5EA6" w:rsidRPr="00774E4F" w:rsidRDefault="001A5EA6" w:rsidP="001A5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A5EA6" w:rsidRPr="00774E4F" w:rsidRDefault="001A5EA6" w:rsidP="001A5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774E4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A5EA6" w:rsidRPr="00774E4F" w:rsidRDefault="001A5EA6" w:rsidP="001A5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A5EA6" w:rsidRPr="00774E4F" w:rsidRDefault="001A5EA6" w:rsidP="001A5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A5EA6" w:rsidRPr="00774E4F" w:rsidRDefault="001A5EA6" w:rsidP="001A5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A5EA6" w:rsidRPr="00774E4F" w:rsidRDefault="001A5EA6" w:rsidP="001A5E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 Agata Barczewska-Dziobek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1A5EA6" w:rsidRPr="00774E4F" w:rsidTr="00B819C8">
        <w:tc>
          <w:tcPr>
            <w:tcW w:w="2694" w:type="dxa"/>
            <w:vAlign w:val="center"/>
          </w:tcPr>
          <w:p w:rsidR="001A5EA6" w:rsidRPr="00774E4F" w:rsidRDefault="001A5EA6" w:rsidP="001A5E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A5EA6" w:rsidRDefault="001A5EA6" w:rsidP="001A5EA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 Agata 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arczewska-Dziobek, prof. UR,  dr Anna Łukaszuk, </w:t>
            </w:r>
          </w:p>
          <w:p w:rsidR="001A5EA6" w:rsidRPr="00774E4F" w:rsidRDefault="001A5EA6" w:rsidP="001A5EA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Bentkowska-Furman, mgr Agata Fiołek</w:t>
            </w:r>
          </w:p>
        </w:tc>
      </w:tr>
    </w:tbl>
    <w:p w:rsidR="0085747A" w:rsidRPr="00774E4F" w:rsidRDefault="0085747A" w:rsidP="001A5EA6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* </w:t>
      </w:r>
      <w:r w:rsidRPr="00774E4F">
        <w:rPr>
          <w:rFonts w:ascii="Corbel" w:hAnsi="Corbel"/>
          <w:i/>
          <w:sz w:val="24"/>
          <w:szCs w:val="24"/>
        </w:rPr>
        <w:t>-</w:t>
      </w:r>
      <w:r w:rsidR="00B90885" w:rsidRPr="00774E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74E4F">
        <w:rPr>
          <w:rFonts w:ascii="Corbel" w:hAnsi="Corbel"/>
          <w:b w:val="0"/>
          <w:sz w:val="24"/>
          <w:szCs w:val="24"/>
        </w:rPr>
        <w:t>e,</w:t>
      </w:r>
      <w:r w:rsidRPr="00774E4F">
        <w:rPr>
          <w:rFonts w:ascii="Corbel" w:hAnsi="Corbel"/>
          <w:i/>
          <w:sz w:val="24"/>
          <w:szCs w:val="24"/>
        </w:rPr>
        <w:t xml:space="preserve"> </w:t>
      </w:r>
      <w:r w:rsidRPr="00774E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74E4F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774E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>1.</w:t>
      </w:r>
      <w:r w:rsidR="00E22FBC" w:rsidRPr="00774E4F">
        <w:rPr>
          <w:rFonts w:ascii="Corbel" w:hAnsi="Corbel"/>
          <w:sz w:val="24"/>
          <w:szCs w:val="24"/>
        </w:rPr>
        <w:t>1</w:t>
      </w:r>
      <w:r w:rsidRPr="00774E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74E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74E4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Semestr</w:t>
            </w:r>
          </w:p>
          <w:p w:rsidR="00015B8F" w:rsidRPr="00774E4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(</w:t>
            </w:r>
            <w:r w:rsidR="00363F78" w:rsidRPr="00774E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Wykł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Konw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Sem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4E4F">
              <w:rPr>
                <w:rFonts w:ascii="Corbel" w:hAnsi="Corbel"/>
                <w:szCs w:val="24"/>
              </w:rPr>
              <w:t>Prakt</w:t>
            </w:r>
            <w:proofErr w:type="spellEnd"/>
            <w:r w:rsidRPr="00774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4E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74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4E4F">
              <w:rPr>
                <w:rFonts w:ascii="Corbel" w:hAnsi="Corbel"/>
                <w:b/>
                <w:szCs w:val="24"/>
              </w:rPr>
              <w:t>Liczba pkt</w:t>
            </w:r>
            <w:r w:rsidR="00B90885" w:rsidRPr="00774E4F">
              <w:rPr>
                <w:rFonts w:ascii="Corbel" w:hAnsi="Corbel"/>
                <w:b/>
                <w:szCs w:val="24"/>
              </w:rPr>
              <w:t>.</w:t>
            </w:r>
            <w:r w:rsidRPr="00774E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74E4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74E4F" w:rsidRDefault="00311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B75C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74E4F" w:rsidRDefault="00311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774E4F" w:rsidRDefault="00923D7D" w:rsidP="00482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74E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>1.</w:t>
      </w:r>
      <w:r w:rsidR="00E22FBC" w:rsidRPr="00774E4F">
        <w:rPr>
          <w:rFonts w:ascii="Corbel" w:hAnsi="Corbel"/>
          <w:smallCaps w:val="0"/>
          <w:szCs w:val="24"/>
        </w:rPr>
        <w:t>2</w:t>
      </w:r>
      <w:r w:rsidR="00F83B28" w:rsidRPr="00774E4F">
        <w:rPr>
          <w:rFonts w:ascii="Corbel" w:hAnsi="Corbel"/>
          <w:smallCaps w:val="0"/>
          <w:szCs w:val="24"/>
        </w:rPr>
        <w:t>.</w:t>
      </w:r>
      <w:r w:rsidR="00F83B28" w:rsidRPr="00774E4F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74E4F" w:rsidRDefault="0031137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eastAsia="MS Gothic" w:hAnsi="Corbel" w:cs="MS Gothic"/>
          <w:b w:val="0"/>
          <w:szCs w:val="24"/>
        </w:rPr>
        <w:t>x</w:t>
      </w:r>
      <w:r w:rsidR="0085747A" w:rsidRPr="00774E4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D2D06" w:rsidRDefault="003D2D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2D06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3D2D0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4826C6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E22FBC" w:rsidRPr="00774E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1.3 </w:t>
      </w:r>
      <w:r w:rsidR="00F83B28" w:rsidRPr="00774E4F">
        <w:rPr>
          <w:rFonts w:ascii="Corbel" w:hAnsi="Corbel"/>
          <w:smallCaps w:val="0"/>
          <w:szCs w:val="24"/>
        </w:rPr>
        <w:tab/>
      </w:r>
      <w:r w:rsidRPr="00774E4F">
        <w:rPr>
          <w:rFonts w:ascii="Corbel" w:hAnsi="Corbel"/>
          <w:smallCaps w:val="0"/>
          <w:szCs w:val="24"/>
        </w:rPr>
        <w:t>For</w:t>
      </w:r>
      <w:r w:rsidR="00445970" w:rsidRPr="00774E4F">
        <w:rPr>
          <w:rFonts w:ascii="Corbel" w:hAnsi="Corbel"/>
          <w:smallCaps w:val="0"/>
          <w:szCs w:val="24"/>
        </w:rPr>
        <w:t xml:space="preserve">ma zaliczenia przedmiotu </w:t>
      </w:r>
      <w:r w:rsidRPr="00774E4F">
        <w:rPr>
          <w:rFonts w:ascii="Corbel" w:hAnsi="Corbel"/>
          <w:smallCaps w:val="0"/>
          <w:szCs w:val="24"/>
        </w:rPr>
        <w:t xml:space="preserve"> (z toku) </w:t>
      </w:r>
      <w:r w:rsidRPr="00774E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74E4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137F" w:rsidRPr="00774E4F" w:rsidRDefault="0031137F" w:rsidP="0031137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>zaliczenie na ocenę</w:t>
      </w:r>
    </w:p>
    <w:p w:rsidR="00E960BB" w:rsidRPr="00774E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74E4F">
        <w:rPr>
          <w:rFonts w:ascii="Corbel" w:hAnsi="Corbel"/>
          <w:szCs w:val="24"/>
        </w:rPr>
        <w:t xml:space="preserve">2.Wymagania wstępne </w:t>
      </w:r>
    </w:p>
    <w:p w:rsidR="004826C6" w:rsidRPr="00774E4F" w:rsidRDefault="004826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4E4F" w:rsidTr="00745302">
        <w:tc>
          <w:tcPr>
            <w:tcW w:w="9670" w:type="dxa"/>
          </w:tcPr>
          <w:p w:rsidR="0085747A" w:rsidRPr="00774E4F" w:rsidRDefault="0031137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nauki administracji</w:t>
            </w:r>
            <w:r w:rsidR="009B5D4A"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9B5D4A" w:rsidRPr="00774E4F">
              <w:rPr>
                <w:rFonts w:ascii="Corbel" w:hAnsi="Corbel"/>
                <w:b w:val="0"/>
                <w:smallCaps w:val="0"/>
                <w:szCs w:val="24"/>
              </w:rPr>
              <w:t>prawa administracyjnego</w:t>
            </w:r>
          </w:p>
        </w:tc>
      </w:tr>
    </w:tbl>
    <w:p w:rsidR="00153C41" w:rsidRPr="00774E4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74E4F" w:rsidRDefault="001A5EA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774E4F">
        <w:rPr>
          <w:rFonts w:ascii="Corbel" w:hAnsi="Corbel"/>
          <w:szCs w:val="24"/>
        </w:rPr>
        <w:lastRenderedPageBreak/>
        <w:t>3.</w:t>
      </w:r>
      <w:r w:rsidR="0085747A" w:rsidRPr="00774E4F">
        <w:rPr>
          <w:rFonts w:ascii="Corbel" w:hAnsi="Corbel"/>
          <w:szCs w:val="24"/>
        </w:rPr>
        <w:t xml:space="preserve"> </w:t>
      </w:r>
      <w:r w:rsidR="00A84C85" w:rsidRPr="00774E4F">
        <w:rPr>
          <w:rFonts w:ascii="Corbel" w:hAnsi="Corbel"/>
          <w:szCs w:val="24"/>
        </w:rPr>
        <w:t>cele, efekty uczenia się</w:t>
      </w:r>
      <w:r w:rsidR="0085747A" w:rsidRPr="00774E4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74E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sz w:val="24"/>
          <w:szCs w:val="24"/>
        </w:rPr>
        <w:t xml:space="preserve">3.1 </w:t>
      </w:r>
      <w:r w:rsidR="00C05F44" w:rsidRPr="00774E4F">
        <w:rPr>
          <w:rFonts w:ascii="Corbel" w:hAnsi="Corbel"/>
          <w:sz w:val="24"/>
          <w:szCs w:val="24"/>
        </w:rPr>
        <w:t>Cele przedmiotu</w:t>
      </w:r>
    </w:p>
    <w:p w:rsidR="00F83B28" w:rsidRPr="00774E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1"/>
      </w:tblGrid>
      <w:tr w:rsidR="00ED029C" w:rsidRPr="00774E4F" w:rsidTr="001A5EA6">
        <w:tc>
          <w:tcPr>
            <w:tcW w:w="851" w:type="dxa"/>
            <w:vAlign w:val="center"/>
          </w:tcPr>
          <w:p w:rsidR="0085747A" w:rsidRPr="00774E4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74E4F" w:rsidRDefault="0031137F" w:rsidP="00B75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Student powinien uzyskać wiedzę na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temat</w:t>
            </w:r>
            <w:r w:rsidR="009B5D4A" w:rsidRPr="00774E4F">
              <w:rPr>
                <w:rFonts w:ascii="Corbel" w:hAnsi="Corbel"/>
                <w:b w:val="0"/>
                <w:sz w:val="24"/>
                <w:szCs w:val="24"/>
              </w:rPr>
              <w:t xml:space="preserve"> istoty i zakresu  kierownictwa organów  administracji publicznej</w:t>
            </w:r>
            <w:r w:rsidR="00774E4F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774E4F">
              <w:rPr>
                <w:rFonts w:ascii="Corbel" w:hAnsi="Corbel"/>
                <w:b w:val="0"/>
                <w:sz w:val="24"/>
                <w:szCs w:val="24"/>
              </w:rPr>
              <w:t xml:space="preserve"> for</w:t>
            </w:r>
            <w:r w:rsidR="00B75C90" w:rsidRPr="00774E4F">
              <w:rPr>
                <w:rFonts w:ascii="Corbel" w:hAnsi="Corbel"/>
                <w:b w:val="0"/>
                <w:sz w:val="24"/>
                <w:szCs w:val="24"/>
              </w:rPr>
              <w:t>m oddziaływań kierowniczych.</w:t>
            </w:r>
          </w:p>
        </w:tc>
      </w:tr>
      <w:tr w:rsidR="00ED029C" w:rsidRPr="00774E4F" w:rsidTr="001A5EA6">
        <w:tc>
          <w:tcPr>
            <w:tcW w:w="851" w:type="dxa"/>
            <w:vAlign w:val="center"/>
          </w:tcPr>
          <w:p w:rsidR="0085747A" w:rsidRPr="00774E4F" w:rsidRDefault="0031137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774E4F" w:rsidRDefault="00B75C90" w:rsidP="00B75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Student powinien uzyskać wiedzę na temat uprawnień na stanowiskach kierowniczych w urzędach administracji publicznej.</w:t>
            </w:r>
          </w:p>
        </w:tc>
      </w:tr>
      <w:tr w:rsidR="00ED029C" w:rsidRPr="00774E4F" w:rsidTr="001A5EA6">
        <w:tc>
          <w:tcPr>
            <w:tcW w:w="851" w:type="dxa"/>
            <w:vAlign w:val="center"/>
          </w:tcPr>
          <w:p w:rsidR="0085747A" w:rsidRPr="00774E4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1137F" w:rsidRPr="00774E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774E4F" w:rsidRDefault="0031137F" w:rsidP="00C709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4E4F">
              <w:rPr>
                <w:rFonts w:ascii="Corbel" w:hAnsi="Corbel"/>
                <w:b w:val="0"/>
                <w:sz w:val="24"/>
                <w:szCs w:val="24"/>
              </w:rPr>
              <w:t>St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 xml:space="preserve">udent powinien orientować się </w:t>
            </w:r>
            <w:r w:rsidR="00C709FF" w:rsidRPr="00774E4F">
              <w:rPr>
                <w:rFonts w:ascii="Corbel" w:hAnsi="Corbel"/>
                <w:b w:val="0"/>
                <w:sz w:val="24"/>
                <w:szCs w:val="24"/>
              </w:rPr>
              <w:t xml:space="preserve">i ocenić przydatność poszczególnych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środków</w:t>
            </w:r>
            <w:r w:rsidR="00C709FF" w:rsidRPr="00774E4F"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="005D60B1" w:rsidRPr="00774E4F">
              <w:rPr>
                <w:rFonts w:ascii="Corbel" w:hAnsi="Corbel"/>
                <w:b w:val="0"/>
                <w:sz w:val="24"/>
                <w:szCs w:val="24"/>
              </w:rPr>
              <w:t>danej instytucji publicznej.</w:t>
            </w:r>
          </w:p>
        </w:tc>
      </w:tr>
    </w:tbl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74E4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3.2 </w:t>
      </w:r>
      <w:r w:rsidR="001D7B54" w:rsidRPr="00774E4F">
        <w:rPr>
          <w:rFonts w:ascii="Corbel" w:hAnsi="Corbel"/>
          <w:b/>
          <w:sz w:val="24"/>
          <w:szCs w:val="24"/>
        </w:rPr>
        <w:t xml:space="preserve">Efekty </w:t>
      </w:r>
      <w:r w:rsidR="00C05F44" w:rsidRPr="00774E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74E4F">
        <w:rPr>
          <w:rFonts w:ascii="Corbel" w:hAnsi="Corbel"/>
          <w:b/>
          <w:sz w:val="24"/>
          <w:szCs w:val="24"/>
        </w:rPr>
        <w:t>dla przedmiotu</w:t>
      </w:r>
      <w:r w:rsidR="00445970" w:rsidRPr="00774E4F">
        <w:rPr>
          <w:rFonts w:ascii="Corbel" w:hAnsi="Corbel"/>
          <w:sz w:val="24"/>
          <w:szCs w:val="24"/>
        </w:rPr>
        <w:t xml:space="preserve"> </w:t>
      </w:r>
    </w:p>
    <w:p w:rsidR="001D7B54" w:rsidRPr="00774E4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EF40C1" w:rsidRPr="00EF40C1" w:rsidTr="00B07897">
        <w:tc>
          <w:tcPr>
            <w:tcW w:w="1701" w:type="dxa"/>
            <w:vAlign w:val="center"/>
          </w:tcPr>
          <w:p w:rsidR="00EF40C1" w:rsidRPr="00EF40C1" w:rsidRDefault="00EF40C1" w:rsidP="00EF40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F40C1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F40C1" w:rsidRPr="00EF40C1" w:rsidRDefault="00EF40C1" w:rsidP="00EF40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F40C1" w:rsidRPr="00EF40C1" w:rsidRDefault="00EF40C1" w:rsidP="00EF40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F40C1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="00EF40C1" w:rsidRPr="00EF40C1" w:rsidRDefault="00EF40C1" w:rsidP="00EF40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Ma podstawową  ma wiedzę o poglądach doktryny i orzecznictwa na temat struktur i instytucji prawnych i administracyjnych oraz rodzajów więzi społecznych występujących na gruncie nauki administracji; w tym w zakresie więzi prawnych w systemie administracji publicznej.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EF40C1" w:rsidRPr="00EF40C1" w:rsidRDefault="00EF40C1" w:rsidP="00EF40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Dysponuje uporządkowaną wiedzą na temat podstawowych kategorii (instytucji) prawnych, w tym w zakresie prawa administracyjnego, ich struktury, w tym w zakresie kierownictwa organów administracji publicznej oraz form oddziaływań kierowniczych.</w:t>
            </w:r>
          </w:p>
          <w:p w:rsidR="00EF40C1" w:rsidRPr="00EF40C1" w:rsidRDefault="00EF40C1" w:rsidP="00EF40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EF40C1" w:rsidRPr="00EF40C1" w:rsidRDefault="00EF40C1" w:rsidP="00EF40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Zna podstawową terminologię z zakresu dyscyplin naukowych realizowanych według planu studiów administracyjnych; w tym pojęcie kierownictwa i pojęcia pokrewne.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EF40C1" w:rsidRPr="00EF40C1" w:rsidRDefault="00EF40C1" w:rsidP="00EF39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84AF9">
              <w:rPr>
                <w:rFonts w:ascii="Corbel" w:hAnsi="Corbel"/>
                <w:sz w:val="24"/>
                <w:szCs w:val="24"/>
              </w:rPr>
              <w:t>Ma wiedzę o metodach i narzędziach, w tym technikach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AF9">
              <w:rPr>
                <w:rFonts w:ascii="Corbel" w:hAnsi="Corbel"/>
                <w:sz w:val="24"/>
                <w:szCs w:val="24"/>
              </w:rPr>
              <w:t>pozyskiwania informacji o obowiązującym prawie i danych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AF9">
              <w:rPr>
                <w:rFonts w:ascii="Corbel" w:hAnsi="Corbel"/>
                <w:sz w:val="24"/>
                <w:szCs w:val="24"/>
              </w:rPr>
              <w:t>odnoszących się do życia społeczno-gospodarczego oraz o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AF9">
              <w:rPr>
                <w:rFonts w:ascii="Corbel" w:hAnsi="Corbel"/>
                <w:sz w:val="24"/>
                <w:szCs w:val="24"/>
              </w:rPr>
              <w:t xml:space="preserve">procesach zmian struktur i instytucji administracji publicznej, 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EK-_05</w:t>
            </w:r>
          </w:p>
        </w:tc>
        <w:tc>
          <w:tcPr>
            <w:tcW w:w="6096" w:type="dxa"/>
          </w:tcPr>
          <w:p w:rsidR="00EF40C1" w:rsidRPr="00EF40C1" w:rsidRDefault="00EF40C1" w:rsidP="00EF39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Dysponuje wiedzą z zakresu zarządzania publicznego, polityk publicznych, etyki, logiki, filozofii oraz procesów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40C1">
              <w:rPr>
                <w:rFonts w:ascii="Corbel" w:hAnsi="Corbel"/>
                <w:sz w:val="24"/>
                <w:szCs w:val="24"/>
              </w:rPr>
              <w:t>decyzyjnych w kontekście mechanizmów rządzenia i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40C1">
              <w:rPr>
                <w:rFonts w:ascii="Corbel" w:hAnsi="Corbel"/>
                <w:sz w:val="24"/>
                <w:szCs w:val="24"/>
              </w:rPr>
              <w:t>administrowania; w tym w zakresie podejmowania decyzji kierowniczych.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EF40C1" w:rsidRPr="00EF40C1" w:rsidRDefault="00EF40C1" w:rsidP="00EF40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Umie oszacować i praktycznie wykorzystać czas potrzebny na realizację zleconego zadania; potrafi opracować i zrealizować harmonogram prac zapewniający dotrzymanie terminów;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:rsidR="00EF40C1" w:rsidRPr="00EF40C1" w:rsidRDefault="00EF40C1" w:rsidP="00EF39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Posiada umiejętność wykorzystania zdobytej wiedzy teoretycznej i praktycznej w pracy urzędniczej niskiego oraz średniego szczebla w różnych podmiotach, organach i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40C1">
              <w:rPr>
                <w:rFonts w:ascii="Corbel" w:hAnsi="Corbel"/>
                <w:sz w:val="24"/>
                <w:szCs w:val="24"/>
              </w:rPr>
              <w:t xml:space="preserve">instytucjach administracji publicznej,  w tym w zakresie </w:t>
            </w:r>
            <w:r w:rsidRPr="00EF40C1">
              <w:rPr>
                <w:rFonts w:ascii="Corbel" w:hAnsi="Corbel"/>
                <w:sz w:val="24"/>
                <w:szCs w:val="24"/>
              </w:rPr>
              <w:lastRenderedPageBreak/>
              <w:t>wykonywania uprawnień kierowniczych, stosowania środków kierowniczych, wydawania poleceń służbowych.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lastRenderedPageBreak/>
              <w:t>K_U09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6096" w:type="dxa"/>
          </w:tcPr>
          <w:p w:rsidR="00EF40C1" w:rsidRPr="00EF40C1" w:rsidRDefault="00EF40C1" w:rsidP="00EF39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Ma świadomość posiadanej wiedzy i rozumie  potrzebę dalszego kształcenia się i rozwoju zawodowego. Jest przygotowany do podjęcia studiów drugiego stopnia oraz podnoszenia kompetencji zawodowych, osobistych i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40C1">
              <w:rPr>
                <w:rFonts w:ascii="Corbel" w:hAnsi="Corbel"/>
                <w:sz w:val="24"/>
                <w:szCs w:val="24"/>
              </w:rPr>
              <w:t>społecznych; w tym w zakresie uzyskiwania umiejętności w zakresie m.in. kierowania pracownikami.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:rsidR="00EF40C1" w:rsidRPr="00EF40C1" w:rsidRDefault="00EF40C1" w:rsidP="00EF39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Potrafi współdziałać i pracować w grupie, przyjmując w niej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40C1">
              <w:rPr>
                <w:rFonts w:ascii="Corbel" w:hAnsi="Corbel"/>
                <w:sz w:val="24"/>
                <w:szCs w:val="24"/>
              </w:rPr>
              <w:t>różne role m.in. kierownicze, komunikować się z otoczeniem zwłaszcza z punktu widzenia pracy w organach administracji w sektorze publicznym i prywatnym;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EF40C1" w:rsidRPr="00EF40C1" w:rsidRDefault="00EF40C1" w:rsidP="00EF39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Potrafi odpowiednio określić priorytety służące realizacji</w:t>
            </w:r>
            <w:r w:rsidR="00EF39D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F40C1">
              <w:rPr>
                <w:rFonts w:ascii="Corbel" w:hAnsi="Corbel"/>
                <w:sz w:val="24"/>
                <w:szCs w:val="24"/>
              </w:rPr>
              <w:t>określonego przez siebie lub innych zadania zarówno w trakcie zajęć na studiach, jak i patrząc przez pryzmat pracy w organach administracji w tym przez pryzmat wydawania poleceń służbowych;  delegowania uprawnień kierowniczych.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EF40C1" w:rsidRPr="00EF40C1" w:rsidTr="00B07897">
        <w:tc>
          <w:tcPr>
            <w:tcW w:w="1701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:rsidR="00EF40C1" w:rsidRPr="00EF40C1" w:rsidRDefault="00EF40C1" w:rsidP="00EF40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Posługuje się wiedzą z zakresu nauk o administracji oraz prawidłowo identyfikuje i rozstrzyga dylematy związane z wykonywaniem zawodu urzędnika administracji;  w tym na stanowiskach kierowniczych.</w:t>
            </w:r>
          </w:p>
        </w:tc>
        <w:tc>
          <w:tcPr>
            <w:tcW w:w="1873" w:type="dxa"/>
          </w:tcPr>
          <w:p w:rsidR="00EF40C1" w:rsidRPr="00EF40C1" w:rsidRDefault="00EF40C1" w:rsidP="00EF40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F40C1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206498" w:rsidRPr="00774E4F" w:rsidRDefault="0020649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>3.3</w:t>
      </w:r>
      <w:r w:rsidR="001D7B54" w:rsidRPr="00774E4F">
        <w:rPr>
          <w:rFonts w:ascii="Corbel" w:hAnsi="Corbel"/>
          <w:b/>
          <w:sz w:val="24"/>
          <w:szCs w:val="24"/>
        </w:rPr>
        <w:t xml:space="preserve"> </w:t>
      </w:r>
      <w:r w:rsidR="0085747A" w:rsidRPr="00774E4F">
        <w:rPr>
          <w:rFonts w:ascii="Corbel" w:hAnsi="Corbel"/>
          <w:b/>
          <w:sz w:val="24"/>
          <w:szCs w:val="24"/>
        </w:rPr>
        <w:t>T</w:t>
      </w:r>
      <w:r w:rsidR="001D7B54" w:rsidRPr="00774E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74E4F">
        <w:rPr>
          <w:rFonts w:ascii="Corbel" w:hAnsi="Corbel"/>
          <w:sz w:val="24"/>
          <w:szCs w:val="24"/>
        </w:rPr>
        <w:t xml:space="preserve">  </w:t>
      </w:r>
    </w:p>
    <w:p w:rsidR="00422C9D" w:rsidRPr="00774E4F" w:rsidRDefault="00422C9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4826C6" w:rsidRDefault="004826C6" w:rsidP="004826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</w:t>
      </w:r>
      <w:r w:rsidRPr="00F4223D">
        <w:rPr>
          <w:rFonts w:ascii="Corbel" w:hAnsi="Corbel"/>
          <w:sz w:val="24"/>
          <w:szCs w:val="24"/>
        </w:rPr>
        <w:t xml:space="preserve">ćwiczeń audytoryjnych, konwersatoryjnych, laboratoryjnych, zajęć praktycznych </w:t>
      </w:r>
    </w:p>
    <w:p w:rsidR="00422C9D" w:rsidRPr="00422C9D" w:rsidRDefault="00422C9D" w:rsidP="00422C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D029C" w:rsidRPr="00774E4F" w:rsidTr="00923D7D">
        <w:tc>
          <w:tcPr>
            <w:tcW w:w="9639" w:type="dxa"/>
          </w:tcPr>
          <w:p w:rsidR="0085747A" w:rsidRPr="00774E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29C" w:rsidRPr="00774E4F" w:rsidTr="00923D7D">
        <w:tc>
          <w:tcPr>
            <w:tcW w:w="9639" w:type="dxa"/>
          </w:tcPr>
          <w:p w:rsidR="00D461B6" w:rsidRPr="00774E4F" w:rsidRDefault="00D461B6" w:rsidP="00EB01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Zagadnienia wstępne (specyfika administracji publicznej jako</w:t>
            </w:r>
            <w:r w:rsidR="003B013B" w:rsidRPr="00774E4F">
              <w:rPr>
                <w:rFonts w:ascii="Corbel" w:hAnsi="Corbel"/>
                <w:sz w:val="24"/>
                <w:szCs w:val="24"/>
              </w:rPr>
              <w:t xml:space="preserve"> organizacji</w:t>
            </w:r>
            <w:r w:rsidR="00EB01D9" w:rsidRPr="00774E4F">
              <w:rPr>
                <w:rFonts w:ascii="Corbel" w:hAnsi="Corbel"/>
                <w:sz w:val="24"/>
                <w:szCs w:val="24"/>
              </w:rPr>
              <w:t>, więzi prawne w systemie administracji publicznej).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EB01D9" w:rsidP="003B01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 xml:space="preserve">Pojęcie kierownictwa i pojęcia pokrewne. </w:t>
            </w:r>
            <w:r w:rsidR="003B013B" w:rsidRPr="00774E4F">
              <w:rPr>
                <w:rFonts w:ascii="Corbel" w:hAnsi="Corbel"/>
                <w:sz w:val="24"/>
                <w:szCs w:val="24"/>
              </w:rPr>
              <w:t>Istota i zakres kierownictwa</w:t>
            </w:r>
            <w:r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FD1CCF" w:rsidRPr="00774E4F" w:rsidRDefault="00F87802" w:rsidP="00FD1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W</w:t>
            </w:r>
            <w:r w:rsidR="00FD1CCF" w:rsidRPr="00774E4F">
              <w:rPr>
                <w:rFonts w:ascii="Corbel" w:hAnsi="Corbel"/>
                <w:sz w:val="24"/>
                <w:szCs w:val="24"/>
              </w:rPr>
              <w:t>artości prawa administracyjnego</w:t>
            </w:r>
            <w:r w:rsidRPr="00774E4F">
              <w:rPr>
                <w:rFonts w:ascii="Corbel" w:hAnsi="Corbel"/>
                <w:sz w:val="24"/>
                <w:szCs w:val="24"/>
              </w:rPr>
              <w:t xml:space="preserve"> jako determinanta środków kierownictwa.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a kompetencje organu administracji publicznej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Środki kierownictwa wybranych organów adminis</w:t>
            </w:r>
            <w:r w:rsidR="00FD1CCF" w:rsidRPr="00774E4F">
              <w:rPr>
                <w:rFonts w:ascii="Corbel" w:hAnsi="Corbel"/>
                <w:sz w:val="24"/>
                <w:szCs w:val="24"/>
              </w:rPr>
              <w:t>tracji publicznej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3B01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Organizacja kierownictwa w urzędzie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D46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Podejmowanie decyzji kierowniczych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3B013B" w:rsidP="00D46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Delegowanie uprawnień kierowniczych</w:t>
            </w:r>
            <w:r w:rsidR="00AF132B" w:rsidRPr="00774E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029C" w:rsidRPr="00774E4F" w:rsidTr="00923D7D">
        <w:tc>
          <w:tcPr>
            <w:tcW w:w="9639" w:type="dxa"/>
          </w:tcPr>
          <w:p w:rsidR="003B013B" w:rsidRPr="00774E4F" w:rsidRDefault="00FD1CCF" w:rsidP="00D46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Kierownictwo wobec podległych pracowników i komórek organizacyjnych</w:t>
            </w:r>
            <w:r w:rsidR="00A0112C" w:rsidRPr="00774E4F">
              <w:rPr>
                <w:rFonts w:ascii="Corbel" w:hAnsi="Corbel"/>
                <w:sz w:val="24"/>
                <w:szCs w:val="24"/>
              </w:rPr>
              <w:t>. Polecenie służbowe.</w:t>
            </w:r>
          </w:p>
        </w:tc>
      </w:tr>
    </w:tbl>
    <w:p w:rsidR="0085747A" w:rsidRPr="00774E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74E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>3.4 Metody dydaktyczne</w:t>
      </w:r>
      <w:r w:rsidRPr="00774E4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5B4E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 xml:space="preserve">Elementy </w:t>
      </w:r>
      <w:r w:rsidR="00C62F83" w:rsidRPr="00774E4F">
        <w:rPr>
          <w:rFonts w:ascii="Corbel" w:hAnsi="Corbel"/>
          <w:b w:val="0"/>
          <w:smallCaps w:val="0"/>
          <w:szCs w:val="24"/>
        </w:rPr>
        <w:t>wykład</w:t>
      </w:r>
      <w:r w:rsidRPr="00774E4F">
        <w:rPr>
          <w:rFonts w:ascii="Corbel" w:hAnsi="Corbel"/>
          <w:b w:val="0"/>
          <w:smallCaps w:val="0"/>
          <w:szCs w:val="24"/>
        </w:rPr>
        <w:t>u</w:t>
      </w:r>
      <w:r w:rsidR="00C62F83" w:rsidRPr="00774E4F">
        <w:rPr>
          <w:rFonts w:ascii="Corbel" w:hAnsi="Corbel"/>
          <w:b w:val="0"/>
          <w:smallCaps w:val="0"/>
          <w:szCs w:val="24"/>
        </w:rPr>
        <w:t xml:space="preserve"> z prezentacją multimedialną,</w:t>
      </w:r>
      <w:r w:rsidRPr="00774E4F">
        <w:rPr>
          <w:rFonts w:ascii="Corbel" w:hAnsi="Corbel"/>
          <w:b w:val="0"/>
          <w:smallCaps w:val="0"/>
          <w:szCs w:val="24"/>
        </w:rPr>
        <w:t xml:space="preserve"> </w:t>
      </w:r>
      <w:r w:rsidR="00C62F83" w:rsidRPr="00774E4F">
        <w:rPr>
          <w:rFonts w:ascii="Corbel" w:hAnsi="Corbel"/>
          <w:b w:val="0"/>
          <w:smallCaps w:val="0"/>
          <w:szCs w:val="24"/>
        </w:rPr>
        <w:t>dyskusja, analiza przypadków, praca w grupach</w:t>
      </w:r>
      <w:r w:rsidRPr="00774E4F">
        <w:rPr>
          <w:rFonts w:ascii="Corbel" w:hAnsi="Corbel"/>
          <w:b w:val="0"/>
          <w:smallCaps w:val="0"/>
          <w:szCs w:val="24"/>
        </w:rPr>
        <w:t>.</w:t>
      </w:r>
    </w:p>
    <w:p w:rsidR="00E960BB" w:rsidRPr="00774E4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74E4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74E4F" w:rsidRDefault="007D364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774E4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774E4F">
        <w:rPr>
          <w:rFonts w:ascii="Corbel" w:hAnsi="Corbel"/>
          <w:smallCaps w:val="0"/>
          <w:szCs w:val="24"/>
        </w:rPr>
        <w:t>METODY I KRYTERIA OCENY</w:t>
      </w:r>
      <w:r w:rsidR="009F4610" w:rsidRPr="00774E4F">
        <w:rPr>
          <w:rFonts w:ascii="Corbel" w:hAnsi="Corbel"/>
          <w:smallCaps w:val="0"/>
          <w:szCs w:val="24"/>
        </w:rPr>
        <w:t xml:space="preserve"> </w:t>
      </w:r>
    </w:p>
    <w:p w:rsidR="0085747A" w:rsidRPr="00774E4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74E4F">
        <w:rPr>
          <w:rFonts w:ascii="Corbel" w:hAnsi="Corbel"/>
          <w:smallCaps w:val="0"/>
          <w:szCs w:val="24"/>
        </w:rPr>
        <w:t>uczenia się</w:t>
      </w:r>
    </w:p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74E4F" w:rsidRPr="00774E4F" w:rsidTr="00FB065A">
        <w:tc>
          <w:tcPr>
            <w:tcW w:w="1985" w:type="dxa"/>
            <w:vAlign w:val="center"/>
          </w:tcPr>
          <w:p w:rsidR="00774E4F" w:rsidRPr="00774E4F" w:rsidRDefault="00774E4F" w:rsidP="005E59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74E4F" w:rsidRPr="00774E4F" w:rsidRDefault="00774E4F" w:rsidP="005E59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1A5E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774E4F" w:rsidRPr="00774E4F" w:rsidRDefault="00774E4F" w:rsidP="005E59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74E4F" w:rsidRPr="00774E4F" w:rsidRDefault="00774E4F" w:rsidP="005E59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74E4F" w:rsidRPr="00774E4F" w:rsidRDefault="00774E4F" w:rsidP="005E59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4E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774E4F" w:rsidRPr="00774E4F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74E4F" w:rsidRPr="00774E4F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zajęć, 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74E4F" w:rsidRPr="00774E4F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74E4F" w:rsidRPr="00774E4F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B6881">
              <w:rPr>
                <w:rFonts w:ascii="Corbel" w:hAnsi="Corbel"/>
                <w:sz w:val="24"/>
                <w:szCs w:val="24"/>
              </w:rPr>
              <w:t xml:space="preserve">, </w:t>
            </w:r>
            <w:r w:rsidR="00DB6881"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4E4F" w:rsidRPr="00774E4F" w:rsidTr="00FB065A">
        <w:tc>
          <w:tcPr>
            <w:tcW w:w="1985" w:type="dxa"/>
          </w:tcPr>
          <w:p w:rsidR="00774E4F" w:rsidRPr="00774E4F" w:rsidRDefault="00774E4F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74E4F" w:rsidRPr="00774E4F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B6881">
              <w:rPr>
                <w:rFonts w:ascii="Corbel" w:hAnsi="Corbel"/>
                <w:sz w:val="24"/>
                <w:szCs w:val="24"/>
              </w:rPr>
              <w:t xml:space="preserve">, </w:t>
            </w:r>
            <w:r w:rsidR="00DB6881"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774E4F" w:rsidRPr="006D4D34" w:rsidRDefault="00774E4F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4D34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6D4D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Pr="00774E4F" w:rsidRDefault="00DB6881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B6881" w:rsidRDefault="00DB6881" w:rsidP="005E599D">
            <w:pPr>
              <w:spacing w:after="0"/>
              <w:jc w:val="center"/>
            </w:pPr>
            <w:r w:rsidRPr="002660C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5E599D">
            <w:pPr>
              <w:spacing w:after="0"/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Pr="00774E4F" w:rsidRDefault="00DB6881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B6881" w:rsidRDefault="00DB6881" w:rsidP="005E599D">
            <w:pPr>
              <w:spacing w:after="0"/>
              <w:jc w:val="center"/>
            </w:pPr>
            <w:r w:rsidRPr="002660C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5E599D">
            <w:pPr>
              <w:spacing w:after="0"/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Default="00DB6881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B6881" w:rsidRDefault="00DB6881" w:rsidP="005E599D">
            <w:pPr>
              <w:spacing w:after="0"/>
              <w:jc w:val="center"/>
            </w:pPr>
            <w:r w:rsidRPr="002660CE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5E599D">
            <w:pPr>
              <w:spacing w:after="0"/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Default="00DB6881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DB6881" w:rsidRDefault="00DB6881" w:rsidP="005E599D">
            <w:pPr>
              <w:spacing w:after="0"/>
              <w:jc w:val="center"/>
            </w:pPr>
            <w:r w:rsidRPr="00A03A2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5E599D">
            <w:pPr>
              <w:spacing w:after="0"/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Default="00DB6881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DB6881" w:rsidRDefault="00DB6881" w:rsidP="005E599D">
            <w:pPr>
              <w:spacing w:after="0"/>
              <w:jc w:val="center"/>
            </w:pPr>
            <w:r w:rsidRPr="00A03A2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B6881" w:rsidRDefault="00DB6881" w:rsidP="005E599D">
            <w:pPr>
              <w:spacing w:after="0"/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881" w:rsidRPr="00774E4F" w:rsidTr="00FB065A">
        <w:tc>
          <w:tcPr>
            <w:tcW w:w="1985" w:type="dxa"/>
          </w:tcPr>
          <w:p w:rsidR="00DB6881" w:rsidRDefault="00DB6881" w:rsidP="005E59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DB6881" w:rsidRPr="00774E4F" w:rsidRDefault="00DB6881" w:rsidP="005E599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74E4F">
              <w:rPr>
                <w:rFonts w:ascii="Corbel" w:hAnsi="Corbel"/>
                <w:sz w:val="24"/>
                <w:szCs w:val="24"/>
              </w:rPr>
              <w:t>zaliczenie w formie ustnej lub pisemnej</w:t>
            </w:r>
          </w:p>
        </w:tc>
        <w:tc>
          <w:tcPr>
            <w:tcW w:w="2126" w:type="dxa"/>
          </w:tcPr>
          <w:p w:rsidR="00DB6881" w:rsidRDefault="00DB6881" w:rsidP="005E599D">
            <w:pPr>
              <w:spacing w:after="0"/>
              <w:jc w:val="center"/>
            </w:pPr>
            <w:proofErr w:type="spellStart"/>
            <w:r w:rsidRPr="005D19BF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D19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923D7D" w:rsidRPr="00774E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4.2 </w:t>
      </w:r>
      <w:r w:rsidR="0085747A" w:rsidRPr="00774E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74E4F">
        <w:rPr>
          <w:rFonts w:ascii="Corbel" w:hAnsi="Corbel"/>
          <w:smallCaps w:val="0"/>
          <w:szCs w:val="24"/>
        </w:rPr>
        <w:t xml:space="preserve"> </w:t>
      </w:r>
    </w:p>
    <w:p w:rsidR="00923D7D" w:rsidRPr="00774E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74E4F" w:rsidTr="00923D7D">
        <w:tc>
          <w:tcPr>
            <w:tcW w:w="9670" w:type="dxa"/>
          </w:tcPr>
          <w:p w:rsidR="00C47D2B" w:rsidRDefault="00E63680" w:rsidP="00C47D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Zaliczenie następuje w formie ustnej lub pisemnej – do uzyskania oceny pozytywnej wymagane jest osiągnięcie </w:t>
            </w:r>
            <w:r w:rsidR="005B4E8F" w:rsidRPr="00774E4F">
              <w:rPr>
                <w:rFonts w:ascii="Corbel" w:hAnsi="Corbel"/>
                <w:b w:val="0"/>
                <w:smallCaps w:val="0"/>
                <w:szCs w:val="24"/>
              </w:rPr>
              <w:t>minimum 50%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 poprawnych odpowiedzi</w:t>
            </w:r>
            <w:r w:rsidR="00741012">
              <w:rPr>
                <w:rFonts w:ascii="Corbel" w:hAnsi="Corbel"/>
                <w:b w:val="0"/>
                <w:smallCaps w:val="0"/>
                <w:szCs w:val="24"/>
              </w:rPr>
              <w:t xml:space="preserve">.  </w:t>
            </w:r>
            <w:r w:rsidR="00C47D2B" w:rsidRPr="00C47D2B">
              <w:rPr>
                <w:rFonts w:ascii="Corbel" w:hAnsi="Corbel"/>
                <w:b w:val="0"/>
                <w:smallCaps w:val="0"/>
                <w:szCs w:val="24"/>
              </w:rPr>
              <w:t>Aktywność na zajęciach, obecność na zajęciach.</w:t>
            </w:r>
          </w:p>
          <w:p w:rsidR="0085747A" w:rsidRPr="00774E4F" w:rsidRDefault="00741012" w:rsidP="00C47D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Kryteria oceniania: </w:t>
            </w:r>
            <w:r w:rsidR="00774E4F" w:rsidRPr="00774E4F">
              <w:rPr>
                <w:rFonts w:ascii="Corbel" w:hAnsi="Corbel"/>
                <w:b w:val="0"/>
                <w:smallCaps w:val="0"/>
                <w:szCs w:val="24"/>
              </w:rPr>
              <w:t>aktualny stan prawny, kompletność odpowiedzi, poprawna terminologia, właściwe zastosowanie uzyskanej wiedzy.</w:t>
            </w:r>
            <w:r w:rsidR="007D14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74E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74E4F">
        <w:rPr>
          <w:rFonts w:ascii="Corbel" w:hAnsi="Corbel"/>
          <w:b/>
          <w:sz w:val="24"/>
          <w:szCs w:val="24"/>
        </w:rPr>
        <w:t xml:space="preserve">5. </w:t>
      </w:r>
      <w:r w:rsidR="00C61DC5" w:rsidRPr="00774E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74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774E4F" w:rsidTr="003E1941">
        <w:tc>
          <w:tcPr>
            <w:tcW w:w="4962" w:type="dxa"/>
            <w:vAlign w:val="center"/>
          </w:tcPr>
          <w:p w:rsidR="0085747A" w:rsidRPr="00774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74E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74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74E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74E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74E4F" w:rsidTr="00923D7D">
        <w:tc>
          <w:tcPr>
            <w:tcW w:w="4962" w:type="dxa"/>
          </w:tcPr>
          <w:p w:rsidR="0085747A" w:rsidRPr="00774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G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74E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74E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 xml:space="preserve"> z</w:t>
            </w:r>
            <w:r w:rsidR="001A5EA6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774E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774E4F" w:rsidRDefault="00321F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74E4F" w:rsidTr="00923D7D">
        <w:tc>
          <w:tcPr>
            <w:tcW w:w="4962" w:type="dxa"/>
          </w:tcPr>
          <w:p w:rsidR="00C61DC5" w:rsidRPr="00774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774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774E4F" w:rsidRDefault="00321F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74E4F" w:rsidTr="00923D7D">
        <w:tc>
          <w:tcPr>
            <w:tcW w:w="4962" w:type="dxa"/>
          </w:tcPr>
          <w:p w:rsidR="00C61DC5" w:rsidRPr="00774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246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74E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774E4F" w:rsidRDefault="00321F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774E4F" w:rsidTr="00923D7D">
        <w:tc>
          <w:tcPr>
            <w:tcW w:w="4962" w:type="dxa"/>
          </w:tcPr>
          <w:p w:rsidR="0085747A" w:rsidRPr="00774E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74E4F" w:rsidRDefault="00321F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774E4F" w:rsidTr="00923D7D">
        <w:tc>
          <w:tcPr>
            <w:tcW w:w="4962" w:type="dxa"/>
          </w:tcPr>
          <w:p w:rsidR="0085747A" w:rsidRPr="00774E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74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74E4F" w:rsidRDefault="00321F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4E4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774E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74E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74E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74E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6B28F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bookmarkStart w:id="0" w:name="_GoBack"/>
      <w:bookmarkEnd w:id="0"/>
      <w:r w:rsidR="0071620A" w:rsidRPr="00774E4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774E4F">
        <w:rPr>
          <w:rFonts w:ascii="Corbel" w:hAnsi="Corbel"/>
          <w:smallCaps w:val="0"/>
          <w:szCs w:val="24"/>
        </w:rPr>
        <w:t>PRAKTYKI ZAWODOWE W RAMACH PRZEDMIOTU</w:t>
      </w:r>
      <w:r w:rsidR="0071620A" w:rsidRPr="00774E4F">
        <w:rPr>
          <w:rFonts w:ascii="Corbel" w:hAnsi="Corbel"/>
          <w:smallCaps w:val="0"/>
          <w:szCs w:val="24"/>
        </w:rPr>
        <w:t xml:space="preserve"> </w:t>
      </w:r>
    </w:p>
    <w:p w:rsidR="0085747A" w:rsidRPr="00774E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74E4F" w:rsidTr="001A5EA6">
        <w:trPr>
          <w:trHeight w:val="397"/>
        </w:trPr>
        <w:tc>
          <w:tcPr>
            <w:tcW w:w="3544" w:type="dxa"/>
          </w:tcPr>
          <w:p w:rsidR="0085747A" w:rsidRPr="00774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74E4F" w:rsidRDefault="001A5E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774E4F" w:rsidTr="001A5EA6">
        <w:trPr>
          <w:trHeight w:val="397"/>
        </w:trPr>
        <w:tc>
          <w:tcPr>
            <w:tcW w:w="3544" w:type="dxa"/>
          </w:tcPr>
          <w:p w:rsidR="0085747A" w:rsidRPr="00774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74E4F" w:rsidRDefault="001A5E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774E4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4E4F">
        <w:rPr>
          <w:rFonts w:ascii="Corbel" w:hAnsi="Corbel"/>
          <w:smallCaps w:val="0"/>
          <w:szCs w:val="24"/>
        </w:rPr>
        <w:t xml:space="preserve">7. </w:t>
      </w:r>
      <w:r w:rsidR="0085747A" w:rsidRPr="00774E4F">
        <w:rPr>
          <w:rFonts w:ascii="Corbel" w:hAnsi="Corbel"/>
          <w:smallCaps w:val="0"/>
          <w:szCs w:val="24"/>
        </w:rPr>
        <w:t>LITERATURA</w:t>
      </w:r>
      <w:r w:rsidRPr="00774E4F">
        <w:rPr>
          <w:rFonts w:ascii="Corbel" w:hAnsi="Corbel"/>
          <w:smallCaps w:val="0"/>
          <w:szCs w:val="24"/>
        </w:rPr>
        <w:t xml:space="preserve"> </w:t>
      </w:r>
    </w:p>
    <w:p w:rsidR="00675843" w:rsidRPr="00774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D029C" w:rsidRPr="00774E4F" w:rsidTr="001A5EA6">
        <w:trPr>
          <w:trHeight w:val="397"/>
        </w:trPr>
        <w:tc>
          <w:tcPr>
            <w:tcW w:w="7513" w:type="dxa"/>
          </w:tcPr>
          <w:p w:rsidR="0085747A" w:rsidRPr="001A5EA6" w:rsidRDefault="0085747A" w:rsidP="001A5EA6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1A5EA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21F47" w:rsidRDefault="00FD1C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W. Góralczyk, W. Góralczyk jr,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Kierownictwo w prawie administracyjnym, 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Wolters Kluwer Polska, Warszawa 2016</w:t>
            </w:r>
          </w:p>
          <w:p w:rsidR="00C62EFC" w:rsidRPr="00C62EFC" w:rsidRDefault="00C62EFC" w:rsidP="00C62EFC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029C" w:rsidRPr="00774E4F" w:rsidTr="001A5EA6">
        <w:trPr>
          <w:trHeight w:val="397"/>
        </w:trPr>
        <w:tc>
          <w:tcPr>
            <w:tcW w:w="7513" w:type="dxa"/>
          </w:tcPr>
          <w:p w:rsidR="00FD1CCF" w:rsidRPr="001A5EA6" w:rsidRDefault="0085747A" w:rsidP="001A5EA6">
            <w:pPr>
              <w:pStyle w:val="Punktygwne"/>
              <w:spacing w:before="0"/>
              <w:rPr>
                <w:rFonts w:ascii="Corbel" w:hAnsi="Corbel"/>
                <w:smallCaps w:val="0"/>
                <w:szCs w:val="24"/>
              </w:rPr>
            </w:pPr>
            <w:r w:rsidRPr="001A5EA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21F47" w:rsidRPr="00774E4F" w:rsidRDefault="00FD1CCF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E. Knosala,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Zarys nauki administracji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Wolters Kluwer Polska, Warszawa 2010</w:t>
            </w:r>
          </w:p>
          <w:p w:rsidR="00990FED" w:rsidRDefault="00FD1CCF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E4F">
              <w:rPr>
                <w:rFonts w:ascii="Corbel" w:hAnsi="Corbel"/>
                <w:b w:val="0"/>
                <w:smallCaps w:val="0"/>
                <w:szCs w:val="24"/>
              </w:rPr>
              <w:t xml:space="preserve">K. Kłosowska-Lasek, </w:t>
            </w:r>
            <w:r w:rsidRPr="00774E4F">
              <w:rPr>
                <w:rFonts w:ascii="Corbel" w:hAnsi="Corbel"/>
                <w:b w:val="0"/>
                <w:i/>
                <w:smallCaps w:val="0"/>
                <w:szCs w:val="24"/>
              </w:rPr>
              <w:t>Procesy kierowania w administracji publicznej</w:t>
            </w:r>
            <w:r w:rsidRPr="00774E4F">
              <w:rPr>
                <w:rFonts w:ascii="Corbel" w:hAnsi="Corbel"/>
                <w:b w:val="0"/>
                <w:smallCaps w:val="0"/>
                <w:szCs w:val="24"/>
              </w:rPr>
              <w:t>, Rzeszów 2018</w:t>
            </w:r>
          </w:p>
          <w:p w:rsidR="007044B9" w:rsidRPr="00990FED" w:rsidRDefault="007044B9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FED">
              <w:rPr>
                <w:rFonts w:ascii="Corbel" w:hAnsi="Corbel"/>
                <w:b w:val="0"/>
                <w:smallCaps w:val="0"/>
                <w:szCs w:val="24"/>
              </w:rPr>
              <w:t>B. Dolnicki</w:t>
            </w:r>
            <w:r w:rsidRPr="00990FE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Ewolucja nadzoru nad samorządem terytorialnym </w:t>
            </w:r>
            <w:r w:rsidRPr="00990FED">
              <w:rPr>
                <w:rFonts w:ascii="Corbel" w:hAnsi="Corbel"/>
                <w:b w:val="0"/>
                <w:smallCaps w:val="0"/>
                <w:szCs w:val="24"/>
              </w:rPr>
              <w:t>w: Samorząd Terytorialny2015 ,  nr 3  s. 60-74</w:t>
            </w:r>
          </w:p>
          <w:p w:rsidR="005B4E8F" w:rsidRDefault="000D1EF0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Karpiuk, </w:t>
            </w:r>
            <w:r w:rsidRPr="000D1EF0">
              <w:rPr>
                <w:rFonts w:ascii="Corbel" w:hAnsi="Corbel"/>
                <w:b w:val="0"/>
                <w:i/>
                <w:smallCaps w:val="0"/>
                <w:szCs w:val="24"/>
              </w:rPr>
              <w:t>Właściwość wojewody w zakresie zapewnienia bezpieczeństwa i porządku publicznego oraz zapobiegania zagrożeniu życia i zdrowia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D1EF0">
              <w:rPr>
                <w:rFonts w:ascii="Corbel" w:hAnsi="Corbel"/>
                <w:b w:val="0"/>
                <w:smallCaps w:val="0"/>
                <w:szCs w:val="24"/>
              </w:rPr>
              <w:t>Zeszyty Naukowe KUL 60 (2018), nr 2 (242)</w:t>
            </w:r>
          </w:p>
          <w:p w:rsidR="007044B9" w:rsidRDefault="00DB580D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M. Kasiński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,  Lojalność urzędnika w świetle prawa i etyki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990FED">
              <w:rPr>
                <w:rFonts w:ascii="Corbel" w:hAnsi="Corbel"/>
                <w:b w:val="0"/>
                <w:smallCaps w:val="0"/>
                <w:szCs w:val="24"/>
              </w:rPr>
              <w:t xml:space="preserve"> „</w:t>
            </w:r>
            <w:proofErr w:type="spellStart"/>
            <w:r w:rsidR="00990FED">
              <w:rPr>
                <w:rFonts w:ascii="Corbel" w:hAnsi="Corbel"/>
                <w:b w:val="0"/>
                <w:smallCaps w:val="0"/>
                <w:szCs w:val="24"/>
              </w:rPr>
              <w:t>Annales</w:t>
            </w:r>
            <w:proofErr w:type="spellEnd"/>
            <w:r w:rsidR="00990FED">
              <w:rPr>
                <w:rFonts w:ascii="Corbel" w:hAnsi="Corbel"/>
                <w:b w:val="0"/>
                <w:smallCaps w:val="0"/>
                <w:szCs w:val="24"/>
              </w:rPr>
              <w:t>. 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>tyka w życiu gospodarczym” 2010, vol. 13, nr 1, s. 139-146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044B9" w:rsidRPr="007044B9" w:rsidRDefault="007044B9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K. Sikora, </w:t>
            </w:r>
            <w:r w:rsidRPr="007044B9">
              <w:rPr>
                <w:rFonts w:ascii="Corbel" w:hAnsi="Corbel"/>
                <w:b w:val="0"/>
                <w:i/>
                <w:smallCaps w:val="0"/>
                <w:szCs w:val="24"/>
              </w:rPr>
              <w:t>Środki nadzoru nad samorządem terytorialnym o charakterze personalnym</w:t>
            </w:r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 w: Studia </w:t>
            </w:r>
            <w:proofErr w:type="spellStart"/>
            <w:r w:rsidRPr="007044B9">
              <w:rPr>
                <w:rFonts w:ascii="Corbel" w:hAnsi="Corbel"/>
                <w:b w:val="0"/>
                <w:smallCaps w:val="0"/>
                <w:szCs w:val="24"/>
              </w:rPr>
              <w:t>Iuridica</w:t>
            </w:r>
            <w:proofErr w:type="spellEnd"/>
            <w:r w:rsidRPr="007044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7044B9">
              <w:rPr>
                <w:rFonts w:ascii="Corbel" w:hAnsi="Corbel"/>
                <w:b w:val="0"/>
                <w:smallCaps w:val="0"/>
                <w:szCs w:val="24"/>
              </w:rPr>
              <w:t>Lublinensia</w:t>
            </w:r>
            <w:proofErr w:type="spellEnd"/>
            <w:r w:rsidRPr="007044B9">
              <w:rPr>
                <w:rFonts w:ascii="Corbel" w:hAnsi="Corbel"/>
                <w:b w:val="0"/>
                <w:smallCaps w:val="0"/>
                <w:szCs w:val="24"/>
              </w:rPr>
              <w:t>, 2010, nr  14, s.111-124</w:t>
            </w:r>
          </w:p>
          <w:p w:rsidR="00DB580D" w:rsidRDefault="00DB580D" w:rsidP="00990FE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DB580D">
              <w:rPr>
                <w:rFonts w:ascii="Corbel" w:hAnsi="Corbel"/>
                <w:b w:val="0"/>
                <w:smallCaps w:val="0"/>
                <w:szCs w:val="24"/>
              </w:rPr>
              <w:t>Miruć</w:t>
            </w:r>
            <w:proofErr w:type="spellEnd"/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</w:t>
            </w:r>
            <w:r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, [w:] E. Smoktunowicz (red.), Wielka Encyklopedia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Prawa, Białystok, Warszawa 2000.</w:t>
            </w:r>
          </w:p>
          <w:p w:rsidR="005B4E8F" w:rsidRPr="00990FED" w:rsidRDefault="007044B9" w:rsidP="00FD1CC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="00DB580D">
              <w:rPr>
                <w:rFonts w:ascii="Corbel" w:hAnsi="Corbel"/>
                <w:b w:val="0"/>
                <w:smallCaps w:val="0"/>
                <w:szCs w:val="24"/>
              </w:rPr>
              <w:t xml:space="preserve">.J. </w:t>
            </w:r>
            <w:r w:rsidR="00DB580D"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 Łętowski</w:t>
            </w:r>
            <w:r w:rsidR="00DB580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B580D" w:rsidRPr="00DB5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580D"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>Polecenie służbowe w administracji</w:t>
            </w:r>
            <w:r w:rsidR="00DB580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="00DB580D" w:rsidRPr="00DB580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DB580D" w:rsidRPr="00DB580D">
              <w:rPr>
                <w:rFonts w:ascii="Corbel" w:hAnsi="Corbel"/>
                <w:b w:val="0"/>
                <w:smallCaps w:val="0"/>
                <w:szCs w:val="24"/>
              </w:rPr>
              <w:t>Wydaw. Prawnicze, Warszawa 1972</w:t>
            </w:r>
          </w:p>
        </w:tc>
      </w:tr>
    </w:tbl>
    <w:p w:rsidR="0085747A" w:rsidRPr="00774E4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74E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74E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74E4F" w:rsidSect="001A5EA6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A8B" w:rsidRDefault="00257A8B" w:rsidP="00C16ABF">
      <w:pPr>
        <w:spacing w:after="0" w:line="240" w:lineRule="auto"/>
      </w:pPr>
      <w:r>
        <w:separator/>
      </w:r>
    </w:p>
  </w:endnote>
  <w:endnote w:type="continuationSeparator" w:id="0">
    <w:p w:rsidR="00257A8B" w:rsidRDefault="00257A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A8B" w:rsidRDefault="00257A8B" w:rsidP="00C16ABF">
      <w:pPr>
        <w:spacing w:after="0" w:line="240" w:lineRule="auto"/>
      </w:pPr>
      <w:r>
        <w:separator/>
      </w:r>
    </w:p>
  </w:footnote>
  <w:footnote w:type="continuationSeparator" w:id="0">
    <w:p w:rsidR="00257A8B" w:rsidRDefault="00257A8B" w:rsidP="00C16ABF">
      <w:pPr>
        <w:spacing w:after="0" w:line="240" w:lineRule="auto"/>
      </w:pPr>
      <w:r>
        <w:continuationSeparator/>
      </w:r>
    </w:p>
  </w:footnote>
  <w:footnote w:id="1">
    <w:p w:rsidR="00EF40C1" w:rsidRDefault="00EF40C1" w:rsidP="00EF40C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93061"/>
    <w:multiLevelType w:val="hybridMultilevel"/>
    <w:tmpl w:val="2E8AB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DF2D5C"/>
    <w:multiLevelType w:val="hybridMultilevel"/>
    <w:tmpl w:val="C2BE6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D0DDF"/>
    <w:multiLevelType w:val="hybridMultilevel"/>
    <w:tmpl w:val="E35E3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704"/>
    <w:rsid w:val="00015B8F"/>
    <w:rsid w:val="00022ECE"/>
    <w:rsid w:val="0002460D"/>
    <w:rsid w:val="0003516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01F"/>
    <w:rsid w:val="000D04B0"/>
    <w:rsid w:val="000D1EF0"/>
    <w:rsid w:val="000F1C57"/>
    <w:rsid w:val="000F29EE"/>
    <w:rsid w:val="000F5615"/>
    <w:rsid w:val="0010189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0FB"/>
    <w:rsid w:val="00176083"/>
    <w:rsid w:val="00192F37"/>
    <w:rsid w:val="001A5EA6"/>
    <w:rsid w:val="001A70D2"/>
    <w:rsid w:val="001D1401"/>
    <w:rsid w:val="001D657B"/>
    <w:rsid w:val="001D7B54"/>
    <w:rsid w:val="001E0209"/>
    <w:rsid w:val="001F24A5"/>
    <w:rsid w:val="001F2CA2"/>
    <w:rsid w:val="00206498"/>
    <w:rsid w:val="002144C0"/>
    <w:rsid w:val="0022220E"/>
    <w:rsid w:val="0022477D"/>
    <w:rsid w:val="002278A9"/>
    <w:rsid w:val="002336F9"/>
    <w:rsid w:val="0024028F"/>
    <w:rsid w:val="00244ABC"/>
    <w:rsid w:val="00257A8B"/>
    <w:rsid w:val="00281FF2"/>
    <w:rsid w:val="002857DE"/>
    <w:rsid w:val="00291567"/>
    <w:rsid w:val="002A22BF"/>
    <w:rsid w:val="002A2389"/>
    <w:rsid w:val="002A2E2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7F"/>
    <w:rsid w:val="0031264C"/>
    <w:rsid w:val="003151C5"/>
    <w:rsid w:val="00321F47"/>
    <w:rsid w:val="003343CF"/>
    <w:rsid w:val="00346FE9"/>
    <w:rsid w:val="0034759A"/>
    <w:rsid w:val="003503F6"/>
    <w:rsid w:val="003530DD"/>
    <w:rsid w:val="00354997"/>
    <w:rsid w:val="00363F78"/>
    <w:rsid w:val="00377919"/>
    <w:rsid w:val="003803FD"/>
    <w:rsid w:val="003A0A5B"/>
    <w:rsid w:val="003A1176"/>
    <w:rsid w:val="003B013B"/>
    <w:rsid w:val="003C0BAE"/>
    <w:rsid w:val="003C4F3B"/>
    <w:rsid w:val="003D18A9"/>
    <w:rsid w:val="003D2D06"/>
    <w:rsid w:val="003D6CE2"/>
    <w:rsid w:val="003E1941"/>
    <w:rsid w:val="003E2FE6"/>
    <w:rsid w:val="003E49D5"/>
    <w:rsid w:val="003F38C0"/>
    <w:rsid w:val="003F726C"/>
    <w:rsid w:val="00414E3C"/>
    <w:rsid w:val="0042244A"/>
    <w:rsid w:val="00422C9D"/>
    <w:rsid w:val="0042745A"/>
    <w:rsid w:val="00431AA6"/>
    <w:rsid w:val="00431D5C"/>
    <w:rsid w:val="004362C6"/>
    <w:rsid w:val="00437FA2"/>
    <w:rsid w:val="00445970"/>
    <w:rsid w:val="00446E3A"/>
    <w:rsid w:val="0046107A"/>
    <w:rsid w:val="00461EFC"/>
    <w:rsid w:val="004652C2"/>
    <w:rsid w:val="004706D1"/>
    <w:rsid w:val="00471326"/>
    <w:rsid w:val="0047598D"/>
    <w:rsid w:val="004826C6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077"/>
    <w:rsid w:val="00532575"/>
    <w:rsid w:val="005363C4"/>
    <w:rsid w:val="00536BDE"/>
    <w:rsid w:val="00543ACC"/>
    <w:rsid w:val="0056696D"/>
    <w:rsid w:val="00577D9D"/>
    <w:rsid w:val="0059484D"/>
    <w:rsid w:val="005A0855"/>
    <w:rsid w:val="005A3196"/>
    <w:rsid w:val="005B4E8F"/>
    <w:rsid w:val="005C080F"/>
    <w:rsid w:val="005C55E5"/>
    <w:rsid w:val="005C696A"/>
    <w:rsid w:val="005D60B1"/>
    <w:rsid w:val="005E599D"/>
    <w:rsid w:val="005E6493"/>
    <w:rsid w:val="005E6E85"/>
    <w:rsid w:val="005F31D2"/>
    <w:rsid w:val="00601173"/>
    <w:rsid w:val="0061029B"/>
    <w:rsid w:val="00610911"/>
    <w:rsid w:val="00617230"/>
    <w:rsid w:val="00621CE1"/>
    <w:rsid w:val="00627FC9"/>
    <w:rsid w:val="00647FA8"/>
    <w:rsid w:val="00650C5F"/>
    <w:rsid w:val="00654934"/>
    <w:rsid w:val="00656564"/>
    <w:rsid w:val="0065661F"/>
    <w:rsid w:val="006620D9"/>
    <w:rsid w:val="00662E19"/>
    <w:rsid w:val="00671958"/>
    <w:rsid w:val="00675843"/>
    <w:rsid w:val="00696477"/>
    <w:rsid w:val="006B28FC"/>
    <w:rsid w:val="006C626D"/>
    <w:rsid w:val="006D050F"/>
    <w:rsid w:val="006D6139"/>
    <w:rsid w:val="006E5D65"/>
    <w:rsid w:val="006F1282"/>
    <w:rsid w:val="006F1FBC"/>
    <w:rsid w:val="006F31E2"/>
    <w:rsid w:val="007044B9"/>
    <w:rsid w:val="00706544"/>
    <w:rsid w:val="007072BA"/>
    <w:rsid w:val="0071620A"/>
    <w:rsid w:val="00724677"/>
    <w:rsid w:val="00725459"/>
    <w:rsid w:val="007327BD"/>
    <w:rsid w:val="00734608"/>
    <w:rsid w:val="00741012"/>
    <w:rsid w:val="00745302"/>
    <w:rsid w:val="007461D6"/>
    <w:rsid w:val="00746EC8"/>
    <w:rsid w:val="0075470C"/>
    <w:rsid w:val="00763BF1"/>
    <w:rsid w:val="00766FD4"/>
    <w:rsid w:val="00774E4F"/>
    <w:rsid w:val="007805D1"/>
    <w:rsid w:val="0078168C"/>
    <w:rsid w:val="00787C2A"/>
    <w:rsid w:val="00790E27"/>
    <w:rsid w:val="00795667"/>
    <w:rsid w:val="007A4022"/>
    <w:rsid w:val="007A6E6E"/>
    <w:rsid w:val="007C3299"/>
    <w:rsid w:val="007C3BCC"/>
    <w:rsid w:val="007C4546"/>
    <w:rsid w:val="007D1445"/>
    <w:rsid w:val="007D364D"/>
    <w:rsid w:val="007D6E56"/>
    <w:rsid w:val="007F4155"/>
    <w:rsid w:val="00810133"/>
    <w:rsid w:val="0081554D"/>
    <w:rsid w:val="0081707E"/>
    <w:rsid w:val="008375A9"/>
    <w:rsid w:val="00841A4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0E3"/>
    <w:rsid w:val="008D3DFB"/>
    <w:rsid w:val="008D3EDA"/>
    <w:rsid w:val="008D5FB1"/>
    <w:rsid w:val="008E64F4"/>
    <w:rsid w:val="008F12C9"/>
    <w:rsid w:val="008F273C"/>
    <w:rsid w:val="008F6E29"/>
    <w:rsid w:val="00916188"/>
    <w:rsid w:val="00923D7D"/>
    <w:rsid w:val="009508DF"/>
    <w:rsid w:val="00950DAC"/>
    <w:rsid w:val="009527B0"/>
    <w:rsid w:val="00954A07"/>
    <w:rsid w:val="00967ADC"/>
    <w:rsid w:val="0098544F"/>
    <w:rsid w:val="00990FED"/>
    <w:rsid w:val="00997F14"/>
    <w:rsid w:val="009A78D9"/>
    <w:rsid w:val="009B5D4A"/>
    <w:rsid w:val="009C3E31"/>
    <w:rsid w:val="009C54AE"/>
    <w:rsid w:val="009C788E"/>
    <w:rsid w:val="009E3B41"/>
    <w:rsid w:val="009E4D26"/>
    <w:rsid w:val="009F3C5C"/>
    <w:rsid w:val="009F4610"/>
    <w:rsid w:val="00A00ECC"/>
    <w:rsid w:val="00A0112C"/>
    <w:rsid w:val="00A155EE"/>
    <w:rsid w:val="00A1604E"/>
    <w:rsid w:val="00A17818"/>
    <w:rsid w:val="00A2245B"/>
    <w:rsid w:val="00A26F34"/>
    <w:rsid w:val="00A30110"/>
    <w:rsid w:val="00A35438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2B"/>
    <w:rsid w:val="00AF2C1E"/>
    <w:rsid w:val="00B05A8C"/>
    <w:rsid w:val="00B06142"/>
    <w:rsid w:val="00B135B1"/>
    <w:rsid w:val="00B3130B"/>
    <w:rsid w:val="00B40ADB"/>
    <w:rsid w:val="00B43B77"/>
    <w:rsid w:val="00B43E80"/>
    <w:rsid w:val="00B56142"/>
    <w:rsid w:val="00B607DB"/>
    <w:rsid w:val="00B66529"/>
    <w:rsid w:val="00B679A4"/>
    <w:rsid w:val="00B75946"/>
    <w:rsid w:val="00B75C90"/>
    <w:rsid w:val="00B8056E"/>
    <w:rsid w:val="00B819C8"/>
    <w:rsid w:val="00B82308"/>
    <w:rsid w:val="00B8578C"/>
    <w:rsid w:val="00B90885"/>
    <w:rsid w:val="00BB520A"/>
    <w:rsid w:val="00BC0165"/>
    <w:rsid w:val="00BC665F"/>
    <w:rsid w:val="00BD3869"/>
    <w:rsid w:val="00BD66E9"/>
    <w:rsid w:val="00BD6FF4"/>
    <w:rsid w:val="00BF2C41"/>
    <w:rsid w:val="00C02A3F"/>
    <w:rsid w:val="00C058B4"/>
    <w:rsid w:val="00C05F44"/>
    <w:rsid w:val="00C131B5"/>
    <w:rsid w:val="00C16ABF"/>
    <w:rsid w:val="00C170AE"/>
    <w:rsid w:val="00C26CB7"/>
    <w:rsid w:val="00C324C1"/>
    <w:rsid w:val="00C36992"/>
    <w:rsid w:val="00C47D2B"/>
    <w:rsid w:val="00C56036"/>
    <w:rsid w:val="00C61DC5"/>
    <w:rsid w:val="00C62EFC"/>
    <w:rsid w:val="00C62F83"/>
    <w:rsid w:val="00C67E92"/>
    <w:rsid w:val="00C67F07"/>
    <w:rsid w:val="00C709FF"/>
    <w:rsid w:val="00C70A26"/>
    <w:rsid w:val="00C766DF"/>
    <w:rsid w:val="00C94B98"/>
    <w:rsid w:val="00CA2B96"/>
    <w:rsid w:val="00CA5089"/>
    <w:rsid w:val="00CC339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1B6"/>
    <w:rsid w:val="00D552B2"/>
    <w:rsid w:val="00D608D1"/>
    <w:rsid w:val="00D66F2A"/>
    <w:rsid w:val="00D74119"/>
    <w:rsid w:val="00D8075B"/>
    <w:rsid w:val="00D8678B"/>
    <w:rsid w:val="00DA2114"/>
    <w:rsid w:val="00DA23D5"/>
    <w:rsid w:val="00DB580D"/>
    <w:rsid w:val="00DB6881"/>
    <w:rsid w:val="00DE09C0"/>
    <w:rsid w:val="00DE4A14"/>
    <w:rsid w:val="00DF10BA"/>
    <w:rsid w:val="00DF320D"/>
    <w:rsid w:val="00DF71C8"/>
    <w:rsid w:val="00E129B8"/>
    <w:rsid w:val="00E20F7F"/>
    <w:rsid w:val="00E21E7D"/>
    <w:rsid w:val="00E22FBC"/>
    <w:rsid w:val="00E24BF5"/>
    <w:rsid w:val="00E25338"/>
    <w:rsid w:val="00E51E44"/>
    <w:rsid w:val="00E6020D"/>
    <w:rsid w:val="00E63348"/>
    <w:rsid w:val="00E63680"/>
    <w:rsid w:val="00E77E88"/>
    <w:rsid w:val="00E8107D"/>
    <w:rsid w:val="00E84AF9"/>
    <w:rsid w:val="00E960BB"/>
    <w:rsid w:val="00EA2074"/>
    <w:rsid w:val="00EA4832"/>
    <w:rsid w:val="00EA4CC3"/>
    <w:rsid w:val="00EA4E9D"/>
    <w:rsid w:val="00EB01D9"/>
    <w:rsid w:val="00EC4899"/>
    <w:rsid w:val="00ED029C"/>
    <w:rsid w:val="00ED03AB"/>
    <w:rsid w:val="00ED32D2"/>
    <w:rsid w:val="00ED46B0"/>
    <w:rsid w:val="00EE32DE"/>
    <w:rsid w:val="00EE5457"/>
    <w:rsid w:val="00EE6A05"/>
    <w:rsid w:val="00EF39D8"/>
    <w:rsid w:val="00EF40C1"/>
    <w:rsid w:val="00F025D9"/>
    <w:rsid w:val="00F070AB"/>
    <w:rsid w:val="00F17567"/>
    <w:rsid w:val="00F27A7B"/>
    <w:rsid w:val="00F526AF"/>
    <w:rsid w:val="00F617C3"/>
    <w:rsid w:val="00F7066B"/>
    <w:rsid w:val="00F83B28"/>
    <w:rsid w:val="00F87802"/>
    <w:rsid w:val="00FA46E5"/>
    <w:rsid w:val="00FB7DBA"/>
    <w:rsid w:val="00FC1B76"/>
    <w:rsid w:val="00FC1C25"/>
    <w:rsid w:val="00FC3F45"/>
    <w:rsid w:val="00FD1CCF"/>
    <w:rsid w:val="00FD503F"/>
    <w:rsid w:val="00FD7589"/>
    <w:rsid w:val="00FF016A"/>
    <w:rsid w:val="00FF1401"/>
    <w:rsid w:val="00FF354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1D86"/>
  <w15:docId w15:val="{AC5E1445-BC89-4770-A011-B0C2D7F85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4AEC3-DE11-49B2-9052-60C4156AF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1258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2019-02-06T12:12:00Z</cp:lastPrinted>
  <dcterms:created xsi:type="dcterms:W3CDTF">2021-04-13T06:52:00Z</dcterms:created>
  <dcterms:modified xsi:type="dcterms:W3CDTF">2021-08-23T06:57:00Z</dcterms:modified>
</cp:coreProperties>
</file>